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7AA41F61" w:rsidR="003F06C5" w:rsidRPr="003F06C5" w:rsidRDefault="00AC46DD" w:rsidP="00AC46DD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CENSO ELECTORAL </w:t>
      </w:r>
      <w:r w:rsidRPr="00AC46DD">
        <w:rPr>
          <w:rFonts w:ascii="Montserrat" w:hAnsi="Montserrat"/>
          <w:b/>
          <w:bCs/>
          <w:color w:val="EE0000"/>
          <w:sz w:val="28"/>
          <w:szCs w:val="28"/>
        </w:rPr>
        <w:t>PROVISIONAL/DEFINITIVO</w:t>
      </w:r>
      <w:r w:rsidR="00A32954" w:rsidRPr="00AC46DD">
        <w:rPr>
          <w:rFonts w:ascii="Montserrat" w:hAnsi="Montserrat"/>
          <w:b/>
          <w:bCs/>
          <w:color w:val="EE0000"/>
          <w:sz w:val="28"/>
          <w:szCs w:val="28"/>
        </w:rPr>
        <w:t xml:space="preserve"> </w:t>
      </w:r>
      <w:r w:rsidR="00A32954">
        <w:rPr>
          <w:rFonts w:ascii="Montserrat" w:hAnsi="Montserrat"/>
          <w:b/>
          <w:bCs/>
          <w:sz w:val="28"/>
          <w:szCs w:val="28"/>
        </w:rPr>
        <w:t>DE</w:t>
      </w:r>
      <w:r>
        <w:rPr>
          <w:rFonts w:ascii="Montserrat" w:hAnsi="Montserrat"/>
          <w:b/>
          <w:bCs/>
          <w:sz w:val="28"/>
          <w:szCs w:val="28"/>
        </w:rPr>
        <w:t>L PLENO DE LA DELEGACIÓN DE ESTUDIANTES DE LA FACULTAD/ESCUELA DE ________________________________________________________________</w:t>
      </w:r>
    </w:p>
    <w:p w14:paraId="2DBB207E" w14:textId="77777777" w:rsidR="003F06C5" w:rsidRPr="003F06C5" w:rsidRDefault="003F06C5" w:rsidP="00FD543A">
      <w:pPr>
        <w:jc w:val="both"/>
        <w:rPr>
          <w:rFonts w:ascii="Montserrat" w:hAnsi="Montserrat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9"/>
        <w:gridCol w:w="2410"/>
        <w:gridCol w:w="3256"/>
        <w:gridCol w:w="2266"/>
      </w:tblGrid>
      <w:tr w:rsidR="00A32954" w14:paraId="13F4BDE0" w14:textId="77777777" w:rsidTr="00A32954">
        <w:tc>
          <w:tcPr>
            <w:tcW w:w="1129" w:type="dxa"/>
          </w:tcPr>
          <w:p w14:paraId="1908C97B" w14:textId="62FD5E59" w:rsidR="00A32954" w:rsidRPr="00A32954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32954">
              <w:rPr>
                <w:rFonts w:ascii="Montserrat" w:hAnsi="Montserrat"/>
                <w:b/>
                <w:bCs/>
                <w:sz w:val="20"/>
                <w:szCs w:val="20"/>
              </w:rPr>
              <w:t>CURSO</w:t>
            </w:r>
          </w:p>
        </w:tc>
        <w:tc>
          <w:tcPr>
            <w:tcW w:w="2410" w:type="dxa"/>
          </w:tcPr>
          <w:p w14:paraId="01263121" w14:textId="0BE196F0" w:rsidR="00A32954" w:rsidRPr="00A32954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32954">
              <w:rPr>
                <w:rFonts w:ascii="Montserrat" w:hAnsi="Montserrat"/>
                <w:b/>
                <w:bCs/>
                <w:sz w:val="20"/>
                <w:szCs w:val="20"/>
              </w:rPr>
              <w:t>GRADO</w:t>
            </w:r>
          </w:p>
        </w:tc>
        <w:tc>
          <w:tcPr>
            <w:tcW w:w="3256" w:type="dxa"/>
          </w:tcPr>
          <w:p w14:paraId="3137705E" w14:textId="564FF908" w:rsidR="00A32954" w:rsidRPr="00A32954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32954">
              <w:rPr>
                <w:rFonts w:ascii="Montserrat" w:hAnsi="Montserrat"/>
                <w:b/>
                <w:bCs/>
                <w:sz w:val="20"/>
                <w:szCs w:val="20"/>
              </w:rPr>
              <w:t>NOMBRE Y APELLIDOS</w:t>
            </w:r>
          </w:p>
        </w:tc>
        <w:tc>
          <w:tcPr>
            <w:tcW w:w="2266" w:type="dxa"/>
          </w:tcPr>
          <w:p w14:paraId="36DE9487" w14:textId="5C124535" w:rsidR="00A32954" w:rsidRPr="00A32954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32954">
              <w:rPr>
                <w:rFonts w:ascii="Montserrat" w:hAnsi="Montserrat"/>
                <w:b/>
                <w:bCs/>
                <w:sz w:val="20"/>
                <w:szCs w:val="20"/>
              </w:rPr>
              <w:t>CARGO</w:t>
            </w:r>
          </w:p>
        </w:tc>
      </w:tr>
      <w:tr w:rsidR="00A32954" w14:paraId="120DDF14" w14:textId="77777777" w:rsidTr="00A32954">
        <w:tc>
          <w:tcPr>
            <w:tcW w:w="1129" w:type="dxa"/>
          </w:tcPr>
          <w:p w14:paraId="15511F5D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642CEAC1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2A36E241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16929FEC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782C3E57" w14:textId="77777777" w:rsidTr="00A32954">
        <w:tc>
          <w:tcPr>
            <w:tcW w:w="1129" w:type="dxa"/>
          </w:tcPr>
          <w:p w14:paraId="6007E1D3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296F3245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29E85A02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51D1C981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4B94191C" w14:textId="77777777" w:rsidTr="00A32954">
        <w:tc>
          <w:tcPr>
            <w:tcW w:w="1129" w:type="dxa"/>
          </w:tcPr>
          <w:p w14:paraId="7750DE15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7464C622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591205F4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237B485F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12758877" w14:textId="77777777" w:rsidTr="00A32954">
        <w:tc>
          <w:tcPr>
            <w:tcW w:w="1129" w:type="dxa"/>
          </w:tcPr>
          <w:p w14:paraId="5FB962B4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660C85E1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0978F790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00BDF53B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57FF0B47" w14:textId="77777777" w:rsidTr="00A32954">
        <w:tc>
          <w:tcPr>
            <w:tcW w:w="1129" w:type="dxa"/>
          </w:tcPr>
          <w:p w14:paraId="6BB499B4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0A7988D4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7382EFEC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013B38CF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57C3EDE6" w14:textId="77777777" w:rsidTr="00A32954">
        <w:tc>
          <w:tcPr>
            <w:tcW w:w="1129" w:type="dxa"/>
          </w:tcPr>
          <w:p w14:paraId="4B8993DF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77FAAE8C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67071736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16125141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0139EA26" w14:textId="77777777" w:rsidTr="00A32954">
        <w:tc>
          <w:tcPr>
            <w:tcW w:w="1129" w:type="dxa"/>
          </w:tcPr>
          <w:p w14:paraId="2F24E66F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35A902AC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2FD84BDD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17E32CC9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077AA328" w14:textId="77777777" w:rsidTr="00A32954">
        <w:tc>
          <w:tcPr>
            <w:tcW w:w="1129" w:type="dxa"/>
          </w:tcPr>
          <w:p w14:paraId="25D86017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78EB133E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6D4E2267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698AA8CD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64B26806" w14:textId="77777777" w:rsidTr="00A32954">
        <w:tc>
          <w:tcPr>
            <w:tcW w:w="1129" w:type="dxa"/>
          </w:tcPr>
          <w:p w14:paraId="06D1F17A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3F2994C9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393DB717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0FA5BF8E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2F918C60" w14:textId="77777777" w:rsidTr="00A32954">
        <w:tc>
          <w:tcPr>
            <w:tcW w:w="1129" w:type="dxa"/>
          </w:tcPr>
          <w:p w14:paraId="2B4DAC49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5DD73AE5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24FB3CE2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555B6DD6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C46DD" w14:paraId="404D8C2D" w14:textId="77777777" w:rsidTr="00A32954">
        <w:tc>
          <w:tcPr>
            <w:tcW w:w="1129" w:type="dxa"/>
          </w:tcPr>
          <w:p w14:paraId="1EAF54B0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4750B349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7DFADF11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1C4C906E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C46DD" w14:paraId="7264BE21" w14:textId="77777777" w:rsidTr="00A32954">
        <w:tc>
          <w:tcPr>
            <w:tcW w:w="1129" w:type="dxa"/>
          </w:tcPr>
          <w:p w14:paraId="1B3311E4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114226A8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31D1B1CE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549EFD35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C46DD" w14:paraId="0AB9D424" w14:textId="77777777" w:rsidTr="00A32954">
        <w:tc>
          <w:tcPr>
            <w:tcW w:w="1129" w:type="dxa"/>
          </w:tcPr>
          <w:p w14:paraId="0CD3A9F6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2F2BEE34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435DFE55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07F2DAA0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C46DD" w14:paraId="38C6296C" w14:textId="77777777" w:rsidTr="00A32954">
        <w:tc>
          <w:tcPr>
            <w:tcW w:w="1129" w:type="dxa"/>
          </w:tcPr>
          <w:p w14:paraId="59ECEAFF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71002AC0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2E74FA18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58AB2563" w14:textId="77777777" w:rsidR="00AC46DD" w:rsidRDefault="00AC46DD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0E88B71C" w14:textId="77777777" w:rsidTr="00A32954">
        <w:tc>
          <w:tcPr>
            <w:tcW w:w="1129" w:type="dxa"/>
          </w:tcPr>
          <w:p w14:paraId="7DC30C59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3EBDAB7E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0D68CFAD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08F3DD98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</w:tbl>
    <w:p w14:paraId="6D9385B4" w14:textId="240D3775" w:rsidR="00FD543A" w:rsidRDefault="00FD543A" w:rsidP="00A32954">
      <w:pPr>
        <w:spacing w:line="360" w:lineRule="auto"/>
        <w:jc w:val="both"/>
        <w:rPr>
          <w:rFonts w:ascii="Montserrat" w:hAnsi="Montserrat"/>
        </w:rPr>
      </w:pPr>
    </w:p>
    <w:p w14:paraId="1F6F0B04" w14:textId="77777777" w:rsidR="00AC46DD" w:rsidRDefault="00AC46DD" w:rsidP="00A32954">
      <w:pPr>
        <w:spacing w:line="360" w:lineRule="auto"/>
        <w:jc w:val="both"/>
        <w:rPr>
          <w:rFonts w:ascii="Montserrat" w:hAnsi="Montserrat"/>
        </w:rPr>
      </w:pPr>
    </w:p>
    <w:p w14:paraId="4A3C315C" w14:textId="77777777" w:rsidR="00AC46DD" w:rsidRPr="00FD543A" w:rsidRDefault="00AC46DD" w:rsidP="00A32954">
      <w:pPr>
        <w:spacing w:line="360" w:lineRule="auto"/>
        <w:jc w:val="both"/>
        <w:rPr>
          <w:rFonts w:ascii="Montserrat" w:hAnsi="Montserrat"/>
        </w:rPr>
      </w:pPr>
    </w:p>
    <w:p w14:paraId="4F7D3862" w14:textId="44BE0550" w:rsidR="00FD543A" w:rsidRDefault="00A32954" w:rsidP="00A32954">
      <w:pPr>
        <w:jc w:val="right"/>
        <w:rPr>
          <w:rFonts w:ascii="Montserrat" w:hAnsi="Montserrat"/>
        </w:rPr>
      </w:pPr>
      <w:r>
        <w:rPr>
          <w:rFonts w:ascii="Montserrat" w:hAnsi="Montserrat"/>
        </w:rPr>
        <w:t xml:space="preserve">Firmado en ________ a </w:t>
      </w:r>
      <w:r w:rsidR="00AC46DD">
        <w:rPr>
          <w:rFonts w:ascii="Montserrat" w:hAnsi="Montserrat"/>
        </w:rPr>
        <w:t>X</w:t>
      </w:r>
      <w:r>
        <w:rPr>
          <w:rFonts w:ascii="Montserrat" w:hAnsi="Montserrat"/>
        </w:rPr>
        <w:t xml:space="preserve"> de octubre de 2025</w:t>
      </w:r>
    </w:p>
    <w:p w14:paraId="6755FFEA" w14:textId="77777777" w:rsidR="00A32954" w:rsidRDefault="00A32954" w:rsidP="00A32954">
      <w:pPr>
        <w:jc w:val="right"/>
        <w:rPr>
          <w:rFonts w:ascii="Montserrat" w:hAnsi="Montserrat"/>
        </w:rPr>
      </w:pPr>
    </w:p>
    <w:p w14:paraId="7CBA05BA" w14:textId="77777777" w:rsidR="00A32954" w:rsidRDefault="00A32954" w:rsidP="00A32954">
      <w:pPr>
        <w:jc w:val="right"/>
        <w:rPr>
          <w:rFonts w:ascii="Montserrat" w:hAnsi="Montserrat"/>
        </w:rPr>
      </w:pPr>
    </w:p>
    <w:p w14:paraId="0A88BA56" w14:textId="77777777" w:rsidR="00A32954" w:rsidRDefault="00A32954" w:rsidP="00A32954">
      <w:pPr>
        <w:jc w:val="right"/>
        <w:rPr>
          <w:rFonts w:ascii="Montserrat" w:hAnsi="Montserrat"/>
        </w:rPr>
      </w:pPr>
    </w:p>
    <w:p w14:paraId="3C4A0DAE" w14:textId="77777777" w:rsidR="00A32954" w:rsidRDefault="00A32954" w:rsidP="00A32954">
      <w:pPr>
        <w:jc w:val="right"/>
        <w:rPr>
          <w:rFonts w:ascii="Montserrat" w:hAnsi="Montserrat"/>
        </w:rPr>
      </w:pPr>
    </w:p>
    <w:p w14:paraId="73DBF55E" w14:textId="77777777" w:rsidR="00A32954" w:rsidRDefault="00A32954" w:rsidP="00A32954">
      <w:pPr>
        <w:jc w:val="right"/>
        <w:rPr>
          <w:rFonts w:ascii="Montserrat" w:hAnsi="Montserrat"/>
        </w:rPr>
      </w:pPr>
    </w:p>
    <w:p w14:paraId="1CB04D23" w14:textId="6B575936" w:rsidR="00A32954" w:rsidRPr="00FD543A" w:rsidRDefault="00A32954" w:rsidP="00A32954">
      <w:pPr>
        <w:jc w:val="right"/>
        <w:rPr>
          <w:rFonts w:ascii="Montserrat" w:hAnsi="Montserrat"/>
        </w:rPr>
      </w:pPr>
      <w:r>
        <w:rPr>
          <w:rFonts w:ascii="Montserrat" w:hAnsi="Montserrat"/>
        </w:rPr>
        <w:t>Fdo.______________________________</w:t>
      </w:r>
    </w:p>
    <w:sectPr w:rsidR="00A32954" w:rsidRPr="00FD543A" w:rsidSect="00106B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B7970" w14:textId="77777777" w:rsidR="00407249" w:rsidRDefault="00407249" w:rsidP="003336CB">
      <w:r>
        <w:separator/>
      </w:r>
    </w:p>
  </w:endnote>
  <w:endnote w:type="continuationSeparator" w:id="0">
    <w:p w14:paraId="058FEFFF" w14:textId="77777777" w:rsidR="00407249" w:rsidRDefault="00407249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13746" w14:textId="77777777" w:rsidR="00470A06" w:rsidRDefault="00470A0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2B97C94E" w:rsidR="000C5B27" w:rsidRDefault="00470A06">
    <w:pPr>
      <w:pStyle w:val="Piedepgina"/>
    </w:pPr>
    <w:r>
      <w:rPr>
        <w:rFonts w:ascii="Times New Roman" w:hAnsi="Times New Roman"/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35F1F1E9" wp14:editId="570A7059">
              <wp:simplePos x="0" y="0"/>
              <wp:positionH relativeFrom="column">
                <wp:posOffset>-355600</wp:posOffset>
              </wp:positionH>
              <wp:positionV relativeFrom="paragraph">
                <wp:posOffset>784225</wp:posOffset>
              </wp:positionV>
              <wp:extent cx="6065520" cy="274320"/>
              <wp:effectExtent l="0" t="0" r="0" b="0"/>
              <wp:wrapNone/>
              <wp:docPr id="909982217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79794387" name="Imagen 7979438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lc="http://schemas.openxmlformats.org/drawingml/2006/lockedCanvas"/>
                          </a:ext>
                        </a:extLst>
                      </pic:spPr>
                    </pic:pic>
                    <wps:wsp>
                      <wps:cNvPr id="1032824261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lc="http://schemas.openxmlformats.org/drawingml/2006/lockedCanvas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A5263" w14:textId="77777777" w:rsidR="00470A06" w:rsidRDefault="00470A06" w:rsidP="00470A06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, s/n, Ed. De Servicios, 1ª Planta, Puerta 110 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987291649 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| </w:t>
                            </w:r>
                            <w:hyperlink r:id="rId3" w:history="1">
                              <w:r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5B97522A" w14:textId="77777777" w:rsidR="00470A06" w:rsidRDefault="00470A06" w:rsidP="00470A06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573809EC" w14:textId="77777777" w:rsidR="00470A06" w:rsidRDefault="00470A06" w:rsidP="00470A06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1BE17575" w14:textId="77777777" w:rsidR="00470A06" w:rsidRDefault="00470A06" w:rsidP="00470A06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F1F1E9" id="Grupo 3" o:spid="_x0000_s1027" style="position:absolute;margin-left:-28pt;margin-top:61.7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/9H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/9L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79794387" o:spid="_x0000_s1028" type="#_x0000_t75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">
                <v:imagedata r:id="rId4" o:title="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" filled="f" stroked="f">
                <v:textbox>
                  <w:txbxContent>
                    <w:p w14:paraId="1DDA5263" w14:textId="77777777" w:rsidR="00470A06" w:rsidRDefault="00470A06" w:rsidP="00470A06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, s/n, Ed. De Servicios, 1ª Planta, Puerta 110 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987291649 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| </w:t>
                      </w:r>
                      <w:hyperlink r:id="rId6" w:history="1">
                        <w:r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5B97522A" w14:textId="77777777" w:rsidR="00470A06" w:rsidRDefault="00470A06" w:rsidP="00470A06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573809EC" w14:textId="77777777" w:rsidR="00470A06" w:rsidRDefault="00470A06" w:rsidP="00470A06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1BE17575" w14:textId="77777777" w:rsidR="00470A06" w:rsidRDefault="00470A06" w:rsidP="00470A06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1C78BC6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CEEABF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BF06" w14:textId="77777777" w:rsidR="00470A06" w:rsidRDefault="00470A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943DD" w14:textId="77777777" w:rsidR="00407249" w:rsidRDefault="00407249" w:rsidP="003336CB">
      <w:r>
        <w:separator/>
      </w:r>
    </w:p>
  </w:footnote>
  <w:footnote w:type="continuationSeparator" w:id="0">
    <w:p w14:paraId="2B0DD918" w14:textId="77777777" w:rsidR="00407249" w:rsidRDefault="00407249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0676A" w14:textId="77777777" w:rsidR="00470A06" w:rsidRDefault="00470A0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6A0F6DB5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A052FA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V</w:t>
                          </w:r>
                          <w:r w:rsidR="00D219DE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II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6A0F6DB5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A052FA">
                      <w:rPr>
                        <w:rFonts w:ascii="Montserrat" w:hAnsi="Montserrat"/>
                        <w:b/>
                        <w:bCs/>
                        <w:szCs w:val="40"/>
                      </w:rPr>
                      <w:t>V</w:t>
                    </w:r>
                    <w:r w:rsidR="00D219DE">
                      <w:rPr>
                        <w:rFonts w:ascii="Montserrat" w:hAnsi="Montserrat"/>
                        <w:b/>
                        <w:bCs/>
                        <w:szCs w:val="40"/>
                      </w:rPr>
                      <w:t>II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749DE" w14:textId="77777777" w:rsidR="00470A06" w:rsidRDefault="00470A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60DF4"/>
    <w:rsid w:val="00196109"/>
    <w:rsid w:val="00230ACD"/>
    <w:rsid w:val="002E17F9"/>
    <w:rsid w:val="002F30A2"/>
    <w:rsid w:val="003336CB"/>
    <w:rsid w:val="00372077"/>
    <w:rsid w:val="003E4FC7"/>
    <w:rsid w:val="003F06C5"/>
    <w:rsid w:val="003F0B10"/>
    <w:rsid w:val="003F0C85"/>
    <w:rsid w:val="003F6B0B"/>
    <w:rsid w:val="00407249"/>
    <w:rsid w:val="00450B97"/>
    <w:rsid w:val="00470A06"/>
    <w:rsid w:val="00560BB0"/>
    <w:rsid w:val="005742A2"/>
    <w:rsid w:val="00587267"/>
    <w:rsid w:val="005D0685"/>
    <w:rsid w:val="005D7E0A"/>
    <w:rsid w:val="00632F61"/>
    <w:rsid w:val="00651E15"/>
    <w:rsid w:val="006B17B1"/>
    <w:rsid w:val="006E4061"/>
    <w:rsid w:val="006F6407"/>
    <w:rsid w:val="007530E9"/>
    <w:rsid w:val="007A0B47"/>
    <w:rsid w:val="008125C3"/>
    <w:rsid w:val="0083262B"/>
    <w:rsid w:val="00872C95"/>
    <w:rsid w:val="00A052FA"/>
    <w:rsid w:val="00A32954"/>
    <w:rsid w:val="00A849B7"/>
    <w:rsid w:val="00AA7C57"/>
    <w:rsid w:val="00AC46DD"/>
    <w:rsid w:val="00B01372"/>
    <w:rsid w:val="00B267F6"/>
    <w:rsid w:val="00B34DC5"/>
    <w:rsid w:val="00B74BF7"/>
    <w:rsid w:val="00B9480E"/>
    <w:rsid w:val="00BA712B"/>
    <w:rsid w:val="00BE1C06"/>
    <w:rsid w:val="00C30E8A"/>
    <w:rsid w:val="00C34DCB"/>
    <w:rsid w:val="00C37713"/>
    <w:rsid w:val="00C6748B"/>
    <w:rsid w:val="00C94A2B"/>
    <w:rsid w:val="00CE707B"/>
    <w:rsid w:val="00D219DE"/>
    <w:rsid w:val="00D5688B"/>
    <w:rsid w:val="00D74F60"/>
    <w:rsid w:val="00DD37D3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470A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27</TotalTime>
  <Pages>1</Pages>
  <Words>57</Words>
  <Characters>315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15</cp:revision>
  <cp:lastPrinted>2025-10-07T13:19:00Z</cp:lastPrinted>
  <dcterms:created xsi:type="dcterms:W3CDTF">2025-03-21T09:48:00Z</dcterms:created>
  <dcterms:modified xsi:type="dcterms:W3CDTF">2025-10-15T10:22:00Z</dcterms:modified>
</cp:coreProperties>
</file>